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F63" w:rsidRPr="000B3D36" w:rsidRDefault="005A0F63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>Утверждаю</w:t>
      </w:r>
    </w:p>
    <w:p w:rsidR="005A0F63" w:rsidRDefault="005A0F63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 xml:space="preserve">Мглинского </w:t>
      </w:r>
    </w:p>
    <w:p w:rsidR="005A0F63" w:rsidRPr="000B3D36" w:rsidRDefault="005A0F63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>районного отдела культуры</w:t>
      </w:r>
    </w:p>
    <w:p w:rsidR="005A0F63" w:rsidRPr="000B3D36" w:rsidRDefault="005A0F63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  ____________   </w:t>
      </w:r>
      <w:r>
        <w:rPr>
          <w:sz w:val="24"/>
          <w:szCs w:val="24"/>
        </w:rPr>
        <w:t>А.Н.Ширко</w:t>
      </w:r>
    </w:p>
    <w:p w:rsidR="005A0F63" w:rsidRPr="000B3D36" w:rsidRDefault="005A0F63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A0F63" w:rsidRPr="000B3D36" w:rsidRDefault="005A0F63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>"29" декабря</w:t>
      </w:r>
      <w:r w:rsidRPr="000B3D36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>
          <w:rPr>
            <w:sz w:val="24"/>
            <w:szCs w:val="24"/>
          </w:rPr>
          <w:t>2014</w:t>
        </w:r>
        <w:r w:rsidRPr="000B3D36">
          <w:rPr>
            <w:sz w:val="24"/>
            <w:szCs w:val="24"/>
          </w:rPr>
          <w:t xml:space="preserve"> г</w:t>
        </w:r>
      </w:smartTag>
      <w:r w:rsidRPr="000B3D36">
        <w:rPr>
          <w:sz w:val="24"/>
          <w:szCs w:val="24"/>
        </w:rPr>
        <w:t>.</w:t>
      </w:r>
    </w:p>
    <w:p w:rsidR="005A0F63" w:rsidRDefault="005A0F63" w:rsidP="002C6043">
      <w:pPr>
        <w:pStyle w:val="ConsPlusNonformat"/>
        <w:widowControl/>
      </w:pPr>
    </w:p>
    <w:p w:rsidR="005A0F63" w:rsidRDefault="005A0F63" w:rsidP="002C6043">
      <w:pPr>
        <w:pStyle w:val="ConsPlusNonformat"/>
        <w:widowControl/>
      </w:pPr>
    </w:p>
    <w:p w:rsidR="005A0F63" w:rsidRDefault="005A0F63" w:rsidP="002C6043">
      <w:pPr>
        <w:pStyle w:val="ConsPlusNonformat"/>
        <w:widowControl/>
      </w:pPr>
    </w:p>
    <w:p w:rsidR="005A0F63" w:rsidRDefault="005A0F63" w:rsidP="002C6043">
      <w:pPr>
        <w:pStyle w:val="ConsPlusNonformat"/>
        <w:widowControl/>
      </w:pPr>
    </w:p>
    <w:p w:rsidR="005A0F63" w:rsidRPr="00073AE8" w:rsidRDefault="005A0F63" w:rsidP="002C604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ОБ ИСПОЛНЕНИИ МУНИЦИПАЛЬНОГО ЗАДАНИЯ ПО СОСТОЯНИЮ НА 1 ЯНВАРЯ 2015 ГОДА</w:t>
      </w:r>
    </w:p>
    <w:p w:rsidR="005A0F63" w:rsidRDefault="005A0F63" w:rsidP="002C604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 w:rsidRPr="001A75C0">
        <w:rPr>
          <w:sz w:val="28"/>
          <w:szCs w:val="28"/>
          <w:u w:val="single"/>
        </w:rPr>
        <w:t xml:space="preserve">муниципальное бюджетное образовательное учреждение </w:t>
      </w:r>
      <w:r>
        <w:rPr>
          <w:sz w:val="28"/>
          <w:szCs w:val="28"/>
          <w:u w:val="single"/>
        </w:rPr>
        <w:t>дополнительного образования детей</w:t>
      </w:r>
    </w:p>
    <w:p w:rsidR="005A0F63" w:rsidRPr="001A75C0" w:rsidRDefault="005A0F63" w:rsidP="002C604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«Мглинская детская музыкальная школа»</w:t>
      </w:r>
    </w:p>
    <w:p w:rsidR="005A0F63" w:rsidRDefault="005A0F63" w:rsidP="002C6043">
      <w:pPr>
        <w:autoSpaceDE w:val="0"/>
        <w:autoSpaceDN w:val="0"/>
        <w:adjustRightInd w:val="0"/>
        <w:jc w:val="center"/>
      </w:pPr>
      <w:r w:rsidRPr="00073AE8">
        <w:t>(наименование муниципального учреждения)</w:t>
      </w:r>
    </w:p>
    <w:tbl>
      <w:tblPr>
        <w:tblW w:w="15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1230"/>
        <w:gridCol w:w="2310"/>
        <w:gridCol w:w="1760"/>
        <w:gridCol w:w="1760"/>
        <w:gridCol w:w="2640"/>
        <w:gridCol w:w="2530"/>
      </w:tblGrid>
      <w:tr w:rsidR="005A0F63" w:rsidRPr="002F6158" w:rsidTr="00EB2CDF">
        <w:trPr>
          <w:cantSplit/>
          <w:trHeight w:val="1861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утвержденное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муниципальном задании на отчетный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       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Фактическое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  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Относительное значение, %</w:t>
            </w:r>
          </w:p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отклонения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значений  </w:t>
            </w:r>
          </w:p>
          <w:p w:rsidR="005A0F63" w:rsidRDefault="005A0F63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0F63" w:rsidRDefault="005A0F63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0F63" w:rsidRDefault="005A0F63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0F63" w:rsidRDefault="005A0F63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(и)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фактическом </w:t>
            </w:r>
          </w:p>
          <w:p w:rsidR="005A0F63" w:rsidRDefault="005A0F63" w:rsidP="00A40E9E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</w:p>
          <w:p w:rsidR="005A0F63" w:rsidRDefault="005A0F63" w:rsidP="00A40E9E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    </w:t>
            </w:r>
          </w:p>
        </w:tc>
      </w:tr>
      <w:tr w:rsidR="005A0F63" w:rsidRPr="002F6158" w:rsidTr="004D4959">
        <w:trPr>
          <w:cantSplit/>
          <w:trHeight w:val="240"/>
        </w:trPr>
        <w:tc>
          <w:tcPr>
            <w:tcW w:w="154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Pr="000B3D36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Объемы оказываемой  муниципальной услуги</w:t>
            </w:r>
          </w:p>
        </w:tc>
      </w:tr>
      <w:tr w:rsidR="005A0F63" w:rsidRPr="002F6158" w:rsidTr="004D495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Pr="00EB26A1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Pr="00EB26A1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B26A1">
              <w:rPr>
                <w:rFonts w:ascii="Times New Roman" w:hAnsi="Times New Roman" w:cs="Times New Roman"/>
                <w:sz w:val="24"/>
                <w:szCs w:val="24"/>
              </w:rPr>
              <w:t>1. Обучение на фортепианном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 из отпуска по уходу за ребенком преподавателя по классу фортепиано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форма ДМШ-1, личные дела учащихся, индивидуальные планы</w:t>
            </w:r>
          </w:p>
        </w:tc>
      </w:tr>
      <w:tr w:rsidR="005A0F63" w:rsidRPr="002F6158" w:rsidTr="004D4959">
        <w:trPr>
          <w:cantSplit/>
          <w:trHeight w:val="1050"/>
        </w:trPr>
        <w:tc>
          <w:tcPr>
            <w:tcW w:w="3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A0F63" w:rsidRPr="00EB26A1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B26A1">
              <w:rPr>
                <w:rFonts w:ascii="Times New Roman" w:hAnsi="Times New Roman" w:cs="Times New Roman"/>
                <w:sz w:val="24"/>
                <w:szCs w:val="24"/>
              </w:rPr>
              <w:t>2.Обучение на народном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A0F63" w:rsidRDefault="005A0F63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Недобор учащихся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форма ДМШ-1, личные дела учащихся, индивидуальные планы</w:t>
            </w:r>
          </w:p>
        </w:tc>
      </w:tr>
      <w:tr w:rsidR="005A0F63" w:rsidRPr="002F6158" w:rsidTr="004D4959">
        <w:trPr>
          <w:cantSplit/>
          <w:trHeight w:val="6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ШКОЛЕ: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0F63" w:rsidRDefault="005A0F63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63" w:rsidRPr="002F6158" w:rsidTr="004D4959">
        <w:trPr>
          <w:cantSplit/>
          <w:trHeight w:val="510"/>
        </w:trPr>
        <w:tc>
          <w:tcPr>
            <w:tcW w:w="15470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Качество оказываемой муниципальной услуги</w:t>
            </w:r>
          </w:p>
          <w:p w:rsidR="005A0F63" w:rsidRPr="004615CF" w:rsidRDefault="005A0F63" w:rsidP="00A40E9E">
            <w:pPr>
              <w:tabs>
                <w:tab w:val="left" w:pos="11520"/>
              </w:tabs>
            </w:pPr>
            <w:r>
              <w:tab/>
            </w:r>
          </w:p>
        </w:tc>
      </w:tr>
      <w:tr w:rsidR="005A0F63" w:rsidRPr="002F6158" w:rsidTr="004D495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1.Доля детей, охваченных образовательными программами дополнительного образования детей в сфере культуры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0F63" w:rsidRDefault="005A0F63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83,46</w:t>
            </w: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контингента учащихся в образовательных школах района на 96 человек, недобор учащихся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Алфавитная книга записи обучающихся, личные дела учащихся, журналы успеваемости.</w:t>
            </w:r>
          </w:p>
        </w:tc>
      </w:tr>
      <w:tr w:rsidR="005A0F63" w:rsidRPr="002F6158" w:rsidTr="004D495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2.Доля детей, привлекаемых к участию в творческих мероприятиях,  в общем детей, обучающихся в учреждении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13,6 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-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воспитательной работы школы, протоколы проведения конкурсных мероприятий.</w:t>
            </w:r>
          </w:p>
        </w:tc>
      </w:tr>
      <w:tr w:rsidR="005A0F63" w:rsidRPr="002F6158" w:rsidTr="004D495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3.Количество лауреатов, дипломантов зональных, областных конкурсов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отчетный период не проводилось зональных, областных конкурсов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зональной комиссии, наличие Дипломов</w:t>
            </w:r>
          </w:p>
        </w:tc>
      </w:tr>
      <w:tr w:rsidR="005A0F63" w:rsidRPr="002F6158" w:rsidTr="004D495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Количество учеников, обучающихся на «хорошо» и «отлично»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-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журналы, экзаменационные листы, табеля успеваемости</w:t>
            </w:r>
          </w:p>
        </w:tc>
      </w:tr>
      <w:tr w:rsidR="005A0F63" w:rsidRPr="002F6158" w:rsidTr="004D495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Сохранность контингента учащихся от первоначального комплектования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97,23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контингента учащихся в образовательных школах района на 96 человек, недобор учащихся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движения учащихся</w:t>
            </w:r>
          </w:p>
        </w:tc>
      </w:tr>
      <w:tr w:rsidR="005A0F63" w:rsidRPr="002F6158" w:rsidTr="004D495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Наличие жалоб потребителей на качество услуг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-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регистрации жалоб</w:t>
            </w:r>
          </w:p>
        </w:tc>
      </w:tr>
      <w:tr w:rsidR="005A0F63" w:rsidRPr="002F6158" w:rsidTr="004D495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Оценка удовлетворенности участников образовательного процесса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0F63" w:rsidRDefault="005A0F63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85,37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Pr="00680AD4" w:rsidRDefault="005A0F63" w:rsidP="00A40E9E">
            <w:pPr>
              <w:ind w:firstLine="70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Сокращение контингента учащихся в образовательных школах района на 96 человек, недобор учащихся 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Анкетирование, опросы учащихся и их родителей (законных представителей)</w:t>
            </w:r>
          </w:p>
        </w:tc>
      </w:tr>
      <w:tr w:rsidR="005A0F63" w:rsidRPr="002F6158" w:rsidTr="00010A3C">
        <w:trPr>
          <w:cantSplit/>
          <w:trHeight w:val="240"/>
        </w:trPr>
        <w:tc>
          <w:tcPr>
            <w:tcW w:w="154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</w:t>
            </w:r>
            <w:r w:rsidRPr="00A45C5D">
              <w:rPr>
                <w:rFonts w:ascii="Times New Roman" w:hAnsi="Times New Roman"/>
                <w:b/>
                <w:sz w:val="24"/>
                <w:szCs w:val="24"/>
              </w:rPr>
              <w:t>3. Сведения об использовании субсидии</w:t>
            </w:r>
          </w:p>
        </w:tc>
      </w:tr>
      <w:tr w:rsidR="005A0F63" w:rsidRPr="002F6158" w:rsidTr="004D495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Pr="006A2052" w:rsidRDefault="005A0F63" w:rsidP="004D49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A2052">
              <w:rPr>
                <w:rFonts w:ascii="Times New Roman" w:hAnsi="Times New Roman"/>
              </w:rPr>
              <w:t>Объем бюджетных ассигнований на оказание муниципальной услуги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Pr="006A2052" w:rsidRDefault="005A0F63" w:rsidP="00FB5382">
            <w:pPr>
              <w:jc w:val="center"/>
              <w:rPr>
                <w:rFonts w:ascii="Times New Roman" w:hAnsi="Times New Roman"/>
              </w:rPr>
            </w:pPr>
            <w:r w:rsidRPr="006A2052">
              <w:rPr>
                <w:rFonts w:ascii="Times New Roman" w:hAnsi="Times New Roman"/>
              </w:rPr>
              <w:t>Руб.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Pr="006A2052" w:rsidRDefault="005A0F63" w:rsidP="00727B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1 448 206,23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0F63" w:rsidRPr="006A2052" w:rsidRDefault="005A0F63" w:rsidP="00727B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1 448 206,23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727B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F63" w:rsidRDefault="005A0F63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Отчет о состоянии лицевого счета учреждения форма 0531965 на 01.01.2015г.</w:t>
            </w:r>
          </w:p>
        </w:tc>
      </w:tr>
    </w:tbl>
    <w:p w:rsidR="005A0F63" w:rsidRDefault="005A0F63" w:rsidP="002C6043"/>
    <w:p w:rsidR="005A0F63" w:rsidRDefault="005A0F63" w:rsidP="002C6043">
      <w:pPr>
        <w:jc w:val="center"/>
        <w:rPr>
          <w:rFonts w:ascii="Times New Roman" w:hAnsi="Times New Roman"/>
          <w:sz w:val="28"/>
          <w:szCs w:val="28"/>
        </w:rPr>
      </w:pPr>
    </w:p>
    <w:p w:rsidR="005A0F63" w:rsidRDefault="005A0F63" w:rsidP="002C6043">
      <w:pPr>
        <w:jc w:val="center"/>
        <w:rPr>
          <w:rFonts w:ascii="Times New Roman" w:hAnsi="Times New Roman"/>
          <w:sz w:val="28"/>
          <w:szCs w:val="28"/>
        </w:rPr>
      </w:pPr>
    </w:p>
    <w:p w:rsidR="005A0F63" w:rsidRPr="005F2D6D" w:rsidRDefault="005A0F63" w:rsidP="002C6043">
      <w:pPr>
        <w:jc w:val="center"/>
        <w:rPr>
          <w:rFonts w:ascii="Times New Roman" w:hAnsi="Times New Roman"/>
          <w:sz w:val="28"/>
          <w:szCs w:val="28"/>
        </w:rPr>
      </w:pPr>
      <w:r w:rsidRPr="005F2D6D">
        <w:rPr>
          <w:rFonts w:ascii="Times New Roman" w:hAnsi="Times New Roman"/>
          <w:sz w:val="28"/>
          <w:szCs w:val="28"/>
        </w:rPr>
        <w:t xml:space="preserve">Директор </w:t>
      </w:r>
      <w:r>
        <w:rPr>
          <w:rFonts w:ascii="Times New Roman" w:hAnsi="Times New Roman"/>
          <w:sz w:val="28"/>
          <w:szCs w:val="28"/>
        </w:rPr>
        <w:t xml:space="preserve">МБОУ ДОД Мглинской ДМШ  </w:t>
      </w:r>
      <w:r w:rsidRPr="005F2D6D">
        <w:rPr>
          <w:rFonts w:ascii="Times New Roman" w:hAnsi="Times New Roman"/>
          <w:sz w:val="28"/>
          <w:szCs w:val="28"/>
          <w:u w:val="single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А.В.Курашко</w:t>
      </w:r>
    </w:p>
    <w:p w:rsidR="005A0F63" w:rsidRDefault="005A0F63" w:rsidP="002C6043"/>
    <w:p w:rsidR="005A0F63" w:rsidRDefault="005A0F63" w:rsidP="002C6043">
      <w:pPr>
        <w:pStyle w:val="ConsPlusNonformat"/>
        <w:widowControl/>
        <w:rPr>
          <w:sz w:val="24"/>
          <w:szCs w:val="24"/>
        </w:rPr>
      </w:pPr>
    </w:p>
    <w:p w:rsidR="005A0F63" w:rsidRDefault="005A0F63" w:rsidP="002C6043">
      <w:pPr>
        <w:pStyle w:val="ConsPlusNonformat"/>
        <w:widowControl/>
        <w:rPr>
          <w:sz w:val="24"/>
          <w:szCs w:val="24"/>
        </w:rPr>
      </w:pPr>
    </w:p>
    <w:p w:rsidR="005A0F63" w:rsidRDefault="005A0F63" w:rsidP="002C6043">
      <w:pPr>
        <w:pStyle w:val="ConsPlusNonformat"/>
        <w:widowControl/>
        <w:rPr>
          <w:sz w:val="24"/>
          <w:szCs w:val="24"/>
        </w:rPr>
      </w:pPr>
    </w:p>
    <w:p w:rsidR="005A0F63" w:rsidRDefault="005A0F63" w:rsidP="002C6043">
      <w:pPr>
        <w:pStyle w:val="ConsPlusNonformat"/>
        <w:widowControl/>
        <w:rPr>
          <w:sz w:val="24"/>
          <w:szCs w:val="24"/>
        </w:rPr>
      </w:pPr>
    </w:p>
    <w:p w:rsidR="005A0F63" w:rsidRDefault="005A0F63" w:rsidP="002C6043">
      <w:pPr>
        <w:pStyle w:val="ConsPlusNonformat"/>
        <w:widowControl/>
        <w:rPr>
          <w:sz w:val="24"/>
          <w:szCs w:val="24"/>
        </w:rPr>
      </w:pPr>
    </w:p>
    <w:p w:rsidR="005A0F63" w:rsidRDefault="005A0F63" w:rsidP="00AE2915">
      <w:pPr>
        <w:pStyle w:val="ConsPlusNonformat"/>
        <w:widowControl/>
        <w:rPr>
          <w:sz w:val="24"/>
          <w:szCs w:val="24"/>
        </w:rPr>
      </w:pPr>
    </w:p>
    <w:p w:rsidR="005A0F63" w:rsidRDefault="005A0F63" w:rsidP="00AE2915">
      <w:pPr>
        <w:pStyle w:val="ConsPlusNonformat"/>
        <w:widowControl/>
        <w:rPr>
          <w:sz w:val="24"/>
          <w:szCs w:val="24"/>
        </w:rPr>
      </w:pPr>
    </w:p>
    <w:p w:rsidR="005A0F63" w:rsidRDefault="005A0F63" w:rsidP="00AE2915">
      <w:pPr>
        <w:pStyle w:val="ConsPlusNonformat"/>
        <w:widowControl/>
        <w:rPr>
          <w:sz w:val="24"/>
          <w:szCs w:val="24"/>
        </w:rPr>
      </w:pPr>
    </w:p>
    <w:p w:rsidR="005A0F63" w:rsidRDefault="005A0F63" w:rsidP="00AE2915">
      <w:pPr>
        <w:pStyle w:val="ConsPlusNonformat"/>
        <w:widowControl/>
        <w:rPr>
          <w:sz w:val="24"/>
          <w:szCs w:val="24"/>
        </w:rPr>
      </w:pPr>
    </w:p>
    <w:p w:rsidR="005A0F63" w:rsidRDefault="005A0F63" w:rsidP="00AE2915">
      <w:pPr>
        <w:pStyle w:val="ConsPlusNonformat"/>
        <w:widowControl/>
        <w:rPr>
          <w:sz w:val="24"/>
          <w:szCs w:val="24"/>
        </w:rPr>
      </w:pPr>
    </w:p>
    <w:p w:rsidR="005A0F63" w:rsidRDefault="005A0F63" w:rsidP="00AE2915">
      <w:pPr>
        <w:pStyle w:val="ConsPlusNonformat"/>
        <w:widowControl/>
        <w:rPr>
          <w:sz w:val="24"/>
          <w:szCs w:val="24"/>
        </w:rPr>
      </w:pPr>
    </w:p>
    <w:p w:rsidR="005A0F63" w:rsidRDefault="005A0F63" w:rsidP="00AE2915">
      <w:pPr>
        <w:pStyle w:val="ConsPlusNonformat"/>
        <w:widowControl/>
        <w:rPr>
          <w:sz w:val="24"/>
          <w:szCs w:val="24"/>
        </w:rPr>
      </w:pPr>
    </w:p>
    <w:p w:rsidR="005A0F63" w:rsidRDefault="005A0F63" w:rsidP="00AE2915">
      <w:pPr>
        <w:pStyle w:val="ConsPlusNonformat"/>
        <w:widowControl/>
        <w:rPr>
          <w:sz w:val="24"/>
          <w:szCs w:val="24"/>
        </w:rPr>
      </w:pPr>
    </w:p>
    <w:p w:rsidR="005A0F63" w:rsidRDefault="005A0F63" w:rsidP="00AE2915">
      <w:pPr>
        <w:pStyle w:val="ConsPlusNonformat"/>
        <w:widowControl/>
        <w:rPr>
          <w:sz w:val="24"/>
          <w:szCs w:val="24"/>
        </w:rPr>
      </w:pPr>
    </w:p>
    <w:p w:rsidR="005A0F63" w:rsidRDefault="005A0F63" w:rsidP="00AE2915">
      <w:pPr>
        <w:pStyle w:val="ConsPlusNonformat"/>
        <w:widowControl/>
        <w:rPr>
          <w:sz w:val="24"/>
          <w:szCs w:val="24"/>
        </w:rPr>
      </w:pPr>
    </w:p>
    <w:sectPr w:rsidR="005A0F63" w:rsidSect="004D4959">
      <w:pgSz w:w="16838" w:h="11906" w:orient="landscape"/>
      <w:pgMar w:top="709" w:right="187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3D36"/>
    <w:rsid w:val="00000A43"/>
    <w:rsid w:val="00010A3C"/>
    <w:rsid w:val="00017A7D"/>
    <w:rsid w:val="00035658"/>
    <w:rsid w:val="00055957"/>
    <w:rsid w:val="00065BF0"/>
    <w:rsid w:val="00073AE8"/>
    <w:rsid w:val="00076A35"/>
    <w:rsid w:val="000A3A0C"/>
    <w:rsid w:val="000B362E"/>
    <w:rsid w:val="000B3D36"/>
    <w:rsid w:val="000D0495"/>
    <w:rsid w:val="00134074"/>
    <w:rsid w:val="00136E02"/>
    <w:rsid w:val="001A75C0"/>
    <w:rsid w:val="001D3AAC"/>
    <w:rsid w:val="001F7E95"/>
    <w:rsid w:val="00283CE7"/>
    <w:rsid w:val="00292B14"/>
    <w:rsid w:val="002B7F15"/>
    <w:rsid w:val="002C6043"/>
    <w:rsid w:val="002D57CD"/>
    <w:rsid w:val="002F36B4"/>
    <w:rsid w:val="002F6158"/>
    <w:rsid w:val="003144CF"/>
    <w:rsid w:val="00321079"/>
    <w:rsid w:val="0032767C"/>
    <w:rsid w:val="00346583"/>
    <w:rsid w:val="00372C79"/>
    <w:rsid w:val="003B6383"/>
    <w:rsid w:val="003C4797"/>
    <w:rsid w:val="003E00E8"/>
    <w:rsid w:val="00427F56"/>
    <w:rsid w:val="004615CF"/>
    <w:rsid w:val="004C2274"/>
    <w:rsid w:val="004C4255"/>
    <w:rsid w:val="004D4959"/>
    <w:rsid w:val="004E2FED"/>
    <w:rsid w:val="00503D5B"/>
    <w:rsid w:val="005A0F63"/>
    <w:rsid w:val="005A430E"/>
    <w:rsid w:val="005E09D5"/>
    <w:rsid w:val="005E2A51"/>
    <w:rsid w:val="005F2D6D"/>
    <w:rsid w:val="00610026"/>
    <w:rsid w:val="0061042D"/>
    <w:rsid w:val="00630147"/>
    <w:rsid w:val="00680AD4"/>
    <w:rsid w:val="006A2052"/>
    <w:rsid w:val="006A3C81"/>
    <w:rsid w:val="006A5D2D"/>
    <w:rsid w:val="006B0E95"/>
    <w:rsid w:val="006D6E08"/>
    <w:rsid w:val="00727B16"/>
    <w:rsid w:val="00731FD0"/>
    <w:rsid w:val="007828BB"/>
    <w:rsid w:val="007974EC"/>
    <w:rsid w:val="007B07F8"/>
    <w:rsid w:val="007F053C"/>
    <w:rsid w:val="00803F05"/>
    <w:rsid w:val="008362CB"/>
    <w:rsid w:val="00840E42"/>
    <w:rsid w:val="008850F8"/>
    <w:rsid w:val="0089123E"/>
    <w:rsid w:val="008A3787"/>
    <w:rsid w:val="008D0745"/>
    <w:rsid w:val="009809BE"/>
    <w:rsid w:val="009F3115"/>
    <w:rsid w:val="00A03EEC"/>
    <w:rsid w:val="00A1773B"/>
    <w:rsid w:val="00A40E9E"/>
    <w:rsid w:val="00A45C5D"/>
    <w:rsid w:val="00A6102E"/>
    <w:rsid w:val="00A77CA8"/>
    <w:rsid w:val="00AA6479"/>
    <w:rsid w:val="00AB4178"/>
    <w:rsid w:val="00AE2915"/>
    <w:rsid w:val="00B12391"/>
    <w:rsid w:val="00B53F50"/>
    <w:rsid w:val="00BA6C57"/>
    <w:rsid w:val="00C03974"/>
    <w:rsid w:val="00C132FC"/>
    <w:rsid w:val="00C15E53"/>
    <w:rsid w:val="00C457E8"/>
    <w:rsid w:val="00C77256"/>
    <w:rsid w:val="00C8253A"/>
    <w:rsid w:val="00C83626"/>
    <w:rsid w:val="00CF5186"/>
    <w:rsid w:val="00DA1EB7"/>
    <w:rsid w:val="00DA22A5"/>
    <w:rsid w:val="00DE4D21"/>
    <w:rsid w:val="00E154C4"/>
    <w:rsid w:val="00E23C32"/>
    <w:rsid w:val="00E6357A"/>
    <w:rsid w:val="00EB26A1"/>
    <w:rsid w:val="00EB2CDF"/>
    <w:rsid w:val="00F25433"/>
    <w:rsid w:val="00F33094"/>
    <w:rsid w:val="00FA2CA4"/>
    <w:rsid w:val="00FB5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C5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3D3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B3D3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872</TotalTime>
  <Pages>3</Pages>
  <Words>453</Words>
  <Characters>2588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Дом культуры</cp:lastModifiedBy>
  <cp:revision>19</cp:revision>
  <cp:lastPrinted>2015-01-27T11:30:00Z</cp:lastPrinted>
  <dcterms:created xsi:type="dcterms:W3CDTF">2006-12-31T21:00:00Z</dcterms:created>
  <dcterms:modified xsi:type="dcterms:W3CDTF">2015-02-04T07:56:00Z</dcterms:modified>
</cp:coreProperties>
</file>